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委　　任　　状</w:t>
      </w:r>
    </w:p>
    <w:p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006F6" w:rsidRPr="00100493" w:rsidRDefault="004B5235" w:rsidP="006041E0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名　　</w:t>
      </w:r>
      <w:r w:rsidR="00DC2DF3">
        <w:rPr>
          <w:rFonts w:hint="eastAsia"/>
          <w:sz w:val="24"/>
          <w:szCs w:val="24"/>
        </w:rPr>
        <w:t>渡嘉敷</w:t>
      </w:r>
      <w:bookmarkStart w:id="0" w:name="_GoBack"/>
      <w:bookmarkEnd w:id="0"/>
      <w:r w:rsidR="00FC749D">
        <w:rPr>
          <w:rFonts w:hint="eastAsia"/>
          <w:sz w:val="24"/>
          <w:szCs w:val="24"/>
        </w:rPr>
        <w:t>村</w:t>
      </w:r>
      <w:r w:rsidR="006041E0" w:rsidRPr="006041E0">
        <w:rPr>
          <w:rFonts w:hint="eastAsia"/>
          <w:sz w:val="24"/>
          <w:szCs w:val="24"/>
        </w:rPr>
        <w:t>水道用水供給開始記念式典</w:t>
      </w:r>
      <w:r w:rsidR="00FC1ED1">
        <w:rPr>
          <w:rFonts w:hint="eastAsia"/>
          <w:sz w:val="24"/>
          <w:szCs w:val="24"/>
        </w:rPr>
        <w:t>運営</w:t>
      </w:r>
      <w:r w:rsidR="006041E0" w:rsidRPr="006041E0">
        <w:rPr>
          <w:rFonts w:hint="eastAsia"/>
          <w:sz w:val="24"/>
          <w:szCs w:val="24"/>
        </w:rPr>
        <w:t>業務委託</w:t>
      </w:r>
    </w:p>
    <w:p w:rsidR="008B508A" w:rsidRPr="00F006F6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100493" w:rsidRPr="00100493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8B508A" w:rsidRPr="00100493" w:rsidRDefault="00334D06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月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AC7D16" w:rsidRPr="00100493" w:rsidRDefault="00AC7D16" w:rsidP="00AC7D16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5F1D4E">
        <w:rPr>
          <w:rFonts w:ascii="ＭＳ 明朝" w:hAnsi="ＭＳ 明朝" w:hint="eastAsia"/>
          <w:color w:val="000000" w:themeColor="text1"/>
          <w:sz w:val="24"/>
          <w:szCs w:val="24"/>
        </w:rPr>
        <w:t>沖縄県</w:t>
      </w:r>
      <w:r w:rsidR="006041E0">
        <w:rPr>
          <w:rFonts w:ascii="ＭＳ 明朝" w:hAnsi="ＭＳ 明朝" w:hint="eastAsia"/>
          <w:color w:val="000000" w:themeColor="text1"/>
          <w:sz w:val="24"/>
          <w:szCs w:val="24"/>
        </w:rPr>
        <w:t>公営企業管理者</w:t>
      </w:r>
      <w:r w:rsidR="005F1D4E">
        <w:rPr>
          <w:rFonts w:ascii="ＭＳ 明朝" w:hAnsi="ＭＳ 明朝" w:hint="eastAsia"/>
          <w:color w:val="000000" w:themeColor="text1"/>
          <w:sz w:val="24"/>
          <w:szCs w:val="24"/>
        </w:rPr>
        <w:t>企業局長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4B5235" w:rsidRPr="00100493" w:rsidRDefault="004B5235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pStyle w:val="a3"/>
        <w:rPr>
          <w:color w:val="FF0000"/>
          <w:spacing w:val="0"/>
        </w:rPr>
      </w:pPr>
    </w:p>
    <w:sectPr w:rsidR="00FA13B3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1E0" w:rsidRDefault="006041E0" w:rsidP="006041E0">
      <w:r>
        <w:separator/>
      </w:r>
    </w:p>
  </w:endnote>
  <w:endnote w:type="continuationSeparator" w:id="0">
    <w:p w:rsidR="006041E0" w:rsidRDefault="006041E0" w:rsidP="0060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1E0" w:rsidRDefault="006041E0" w:rsidP="006041E0">
      <w:r>
        <w:separator/>
      </w:r>
    </w:p>
  </w:footnote>
  <w:footnote w:type="continuationSeparator" w:id="0">
    <w:p w:rsidR="006041E0" w:rsidRDefault="006041E0" w:rsidP="00604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AA"/>
    <w:rsid w:val="00007F75"/>
    <w:rsid w:val="00016BB3"/>
    <w:rsid w:val="0004474E"/>
    <w:rsid w:val="000C253A"/>
    <w:rsid w:val="00100493"/>
    <w:rsid w:val="00104755"/>
    <w:rsid w:val="00140ADD"/>
    <w:rsid w:val="00181530"/>
    <w:rsid w:val="001B3B04"/>
    <w:rsid w:val="0027102F"/>
    <w:rsid w:val="0027763F"/>
    <w:rsid w:val="00286584"/>
    <w:rsid w:val="002A255A"/>
    <w:rsid w:val="00334D06"/>
    <w:rsid w:val="0035416A"/>
    <w:rsid w:val="00360075"/>
    <w:rsid w:val="003B5134"/>
    <w:rsid w:val="003B610D"/>
    <w:rsid w:val="003E1B38"/>
    <w:rsid w:val="00490EF3"/>
    <w:rsid w:val="004B4A61"/>
    <w:rsid w:val="004B5235"/>
    <w:rsid w:val="004C33DE"/>
    <w:rsid w:val="0051378E"/>
    <w:rsid w:val="005F16AD"/>
    <w:rsid w:val="005F1D4E"/>
    <w:rsid w:val="006041E0"/>
    <w:rsid w:val="00616DFB"/>
    <w:rsid w:val="006219A5"/>
    <w:rsid w:val="007A7C1D"/>
    <w:rsid w:val="007B2417"/>
    <w:rsid w:val="00854C9D"/>
    <w:rsid w:val="008B508A"/>
    <w:rsid w:val="008E4BAA"/>
    <w:rsid w:val="009146C2"/>
    <w:rsid w:val="00987EA9"/>
    <w:rsid w:val="00992098"/>
    <w:rsid w:val="009B5A90"/>
    <w:rsid w:val="009C26B4"/>
    <w:rsid w:val="009C4C90"/>
    <w:rsid w:val="009F3699"/>
    <w:rsid w:val="00A057D0"/>
    <w:rsid w:val="00A1217E"/>
    <w:rsid w:val="00A51EF4"/>
    <w:rsid w:val="00A5472E"/>
    <w:rsid w:val="00A61198"/>
    <w:rsid w:val="00AA0C43"/>
    <w:rsid w:val="00AC7D16"/>
    <w:rsid w:val="00AE34FF"/>
    <w:rsid w:val="00B5596B"/>
    <w:rsid w:val="00B766A5"/>
    <w:rsid w:val="00B82D0C"/>
    <w:rsid w:val="00BA6B84"/>
    <w:rsid w:val="00BE1B29"/>
    <w:rsid w:val="00C00F6D"/>
    <w:rsid w:val="00C65E48"/>
    <w:rsid w:val="00C80757"/>
    <w:rsid w:val="00C92CC9"/>
    <w:rsid w:val="00CB0F05"/>
    <w:rsid w:val="00CD5B35"/>
    <w:rsid w:val="00CE7C6F"/>
    <w:rsid w:val="00D218EA"/>
    <w:rsid w:val="00D8482E"/>
    <w:rsid w:val="00D93C77"/>
    <w:rsid w:val="00DA2BB3"/>
    <w:rsid w:val="00DB2BBC"/>
    <w:rsid w:val="00DB2BFC"/>
    <w:rsid w:val="00DC2DF3"/>
    <w:rsid w:val="00E10E2D"/>
    <w:rsid w:val="00E73593"/>
    <w:rsid w:val="00EA40D9"/>
    <w:rsid w:val="00EF2107"/>
    <w:rsid w:val="00EF419B"/>
    <w:rsid w:val="00F006F6"/>
    <w:rsid w:val="00F16EEA"/>
    <w:rsid w:val="00F80505"/>
    <w:rsid w:val="00F80CAC"/>
    <w:rsid w:val="00F81FA8"/>
    <w:rsid w:val="00FA13B3"/>
    <w:rsid w:val="00FC1ED1"/>
    <w:rsid w:val="00FC749D"/>
    <w:rsid w:val="00FD4DF3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752D77"/>
  <w15:docId w15:val="{1F65FA62-0E62-4D9A-A86D-58AF2E4B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A0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C4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041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041E0"/>
  </w:style>
  <w:style w:type="paragraph" w:styleId="a8">
    <w:name w:val="footer"/>
    <w:basedOn w:val="a"/>
    <w:link w:val="a9"/>
    <w:uiPriority w:val="99"/>
    <w:unhideWhenUsed/>
    <w:rsid w:val="006041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4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C1A63-B63F-494C-B0C3-43AB0334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</TotalTime>
  <Pages>1</Pages>
  <Words>107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localuser</cp:lastModifiedBy>
  <cp:revision>9</cp:revision>
  <cp:lastPrinted>2023-11-24T05:43:00Z</cp:lastPrinted>
  <dcterms:created xsi:type="dcterms:W3CDTF">2020-09-07T04:34:00Z</dcterms:created>
  <dcterms:modified xsi:type="dcterms:W3CDTF">2024-09-10T23:57:00Z</dcterms:modified>
</cp:coreProperties>
</file>